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DB1B0" w14:textId="3745937D"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 xml:space="preserve">Plaque de </w:t>
      </w:r>
      <w:r w:rsidR="009679CA">
        <w:rPr>
          <w:rFonts w:ascii="Arial" w:hAnsi="Arial"/>
          <w:color w:val="0070C0"/>
          <w:lang w:val="fr-FR"/>
        </w:rPr>
        <w:t>commande</w:t>
      </w:r>
      <w:r w:rsidRPr="00F507D1">
        <w:rPr>
          <w:rFonts w:ascii="Arial" w:hAnsi="Arial"/>
          <w:color w:val="0070C0"/>
          <w:lang w:val="fr-FR"/>
        </w:rPr>
        <w:t xml:space="preserve">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14:paraId="05ADB1B1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5ADB1B2" w14:textId="4A9F84A8"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 w:rsidR="009679CA">
        <w:rPr>
          <w:rFonts w:ascii="Arial" w:hAnsi="Arial"/>
          <w:lang w:val="fr-FR"/>
        </w:rPr>
        <w:t>commande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</w:t>
      </w:r>
      <w:r w:rsidR="00CA3D7A" w:rsidRPr="001D0391">
        <w:rPr>
          <w:rFonts w:ascii="Arial" w:hAnsi="Arial" w:cs="Arial"/>
          <w:lang w:val="fr-FR"/>
        </w:rPr>
        <w:t xml:space="preserve">rectangulaires </w:t>
      </w:r>
      <w:r w:rsidRPr="000E494A">
        <w:rPr>
          <w:rFonts w:ascii="Arial" w:hAnsi="Arial"/>
          <w:lang w:val="fr-FR"/>
        </w:rPr>
        <w:t xml:space="preserve">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</w:t>
      </w:r>
      <w:r w:rsidR="009679CA">
        <w:rPr>
          <w:rFonts w:ascii="Arial" w:hAnsi="Arial"/>
          <w:lang w:val="fr-FR"/>
        </w:rPr>
        <w:t>commande</w:t>
      </w:r>
      <w:r w:rsidRPr="000E494A">
        <w:rPr>
          <w:rFonts w:ascii="Arial" w:hAnsi="Arial"/>
          <w:lang w:val="fr-FR"/>
        </w:rPr>
        <w:t xml:space="preserve"> frontal</w:t>
      </w:r>
      <w:r w:rsidR="009679CA">
        <w:rPr>
          <w:rFonts w:ascii="Arial" w:hAnsi="Arial"/>
          <w:lang w:val="fr-FR"/>
        </w:rPr>
        <w:t>e</w:t>
      </w:r>
    </w:p>
    <w:p w14:paraId="05ADB1B3" w14:textId="36E6CCAF"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9679CA">
        <w:rPr>
          <w:rFonts w:ascii="Arial" w:hAnsi="Arial"/>
          <w:lang w:val="fr-FR"/>
        </w:rPr>
        <w:t>commande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14:paraId="05ADB1B4" w14:textId="78C4C93F"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</w:t>
      </w:r>
      <w:r w:rsidR="009679CA">
        <w:rPr>
          <w:rFonts w:ascii="Arial" w:hAnsi="Arial"/>
          <w:lang w:val="fr-FR"/>
        </w:rPr>
        <w:t>commande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14:paraId="05ADB1B6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05ADB1B7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05ADB1B8" w14:textId="0B237C57" w:rsidR="00702E8F" w:rsidRPr="00702E8F" w:rsidRDefault="00702E8F" w:rsidP="003F38CF">
      <w:pPr>
        <w:pStyle w:val="Bulleted1"/>
        <w:rPr>
          <w:rFonts w:ascii="Arial" w:hAnsi="Arial"/>
          <w:lang w:val="fr-FR"/>
        </w:rPr>
      </w:pPr>
      <w:bookmarkStart w:id="0" w:name="_Hlk35937103"/>
      <w:r w:rsidRPr="00702E8F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 xml:space="preserve">de </w:t>
      </w:r>
      <w:r w:rsidR="009679CA">
        <w:rPr>
          <w:rFonts w:ascii="Arial" w:hAnsi="Arial"/>
          <w:lang w:val="fr-FR"/>
        </w:rPr>
        <w:t>commande</w:t>
      </w:r>
      <w:r w:rsidR="009A4C5C">
        <w:rPr>
          <w:rFonts w:ascii="Arial" w:hAnsi="Arial"/>
          <w:lang w:val="fr-FR"/>
        </w:rPr>
        <w:t xml:space="preserve"> et</w:t>
      </w:r>
      <w:r w:rsidRPr="00702E8F">
        <w:rPr>
          <w:rFonts w:ascii="Arial" w:hAnsi="Arial"/>
          <w:lang w:val="fr-FR"/>
        </w:rPr>
        <w:t xml:space="preserve"> les </w:t>
      </w:r>
      <w:r>
        <w:rPr>
          <w:rFonts w:ascii="Arial" w:hAnsi="Arial"/>
          <w:lang w:val="fr-FR"/>
        </w:rPr>
        <w:t>touches de rinçage</w:t>
      </w:r>
      <w:r w:rsidRPr="00702E8F">
        <w:rPr>
          <w:rFonts w:ascii="Arial" w:hAnsi="Arial"/>
          <w:lang w:val="fr-FR"/>
        </w:rPr>
        <w:t xml:space="preserve"> sont en </w:t>
      </w:r>
      <w:r w:rsidR="009A4C5C">
        <w:rPr>
          <w:rFonts w:ascii="Arial" w:hAnsi="Arial"/>
          <w:lang w:val="fr-FR"/>
        </w:rPr>
        <w:t>acier inoxydable</w:t>
      </w:r>
    </w:p>
    <w:p w14:paraId="05ADB1B9" w14:textId="570ECFB3"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 xml:space="preserve">le cadre de fixation de la plaque de </w:t>
      </w:r>
      <w:r w:rsidR="009679CA">
        <w:rPr>
          <w:rFonts w:ascii="Arial" w:hAnsi="Arial"/>
          <w:lang w:val="fr-FR"/>
        </w:rPr>
        <w:t>commande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</w:t>
      </w:r>
      <w:r w:rsidR="009679CA">
        <w:rPr>
          <w:rFonts w:ascii="Arial" w:hAnsi="Arial"/>
          <w:lang w:val="fr-FR"/>
        </w:rPr>
        <w:t>commande</w:t>
      </w:r>
      <w:r>
        <w:rPr>
          <w:rFonts w:ascii="Arial" w:hAnsi="Arial"/>
          <w:lang w:val="fr-FR"/>
        </w:rPr>
        <w:t xml:space="preserve"> de la plaque sont aussi en matière synthétique</w:t>
      </w:r>
    </w:p>
    <w:bookmarkEnd w:id="0"/>
    <w:p w14:paraId="05ADB1BA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5ADB1BB" w14:textId="488D9C43" w:rsid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 xml:space="preserve">de </w:t>
      </w:r>
      <w:r w:rsidR="009679CA">
        <w:rPr>
          <w:rFonts w:ascii="Arial" w:hAnsi="Arial"/>
          <w:lang w:val="fr-FR"/>
        </w:rPr>
        <w:t>commande</w:t>
      </w:r>
      <w:r w:rsidRPr="00F848C0">
        <w:rPr>
          <w:rFonts w:ascii="Arial" w:hAnsi="Arial"/>
          <w:lang w:val="fr-FR"/>
        </w:rPr>
        <w:t xml:space="preserve"> est plus large que haute</w:t>
      </w:r>
    </w:p>
    <w:p w14:paraId="2D81FD51" w14:textId="1F73C319" w:rsidR="00777859" w:rsidRPr="009D4A48" w:rsidRDefault="00F84665" w:rsidP="003F38CF">
      <w:pPr>
        <w:pStyle w:val="Bulleted1"/>
        <w:rPr>
          <w:rFonts w:ascii="Arial" w:hAnsi="Arial"/>
          <w:lang w:val="fr-FR"/>
        </w:rPr>
      </w:pPr>
      <w:r w:rsidRPr="009D4A48">
        <w:rPr>
          <w:rFonts w:ascii="Arial" w:hAnsi="Arial"/>
          <w:lang w:val="fr-FR"/>
        </w:rPr>
        <w:t>trois</w:t>
      </w:r>
      <w:r w:rsidR="00777859" w:rsidRPr="009D4A48">
        <w:rPr>
          <w:rFonts w:ascii="Arial" w:hAnsi="Arial"/>
          <w:lang w:val="fr-FR"/>
        </w:rPr>
        <w:t xml:space="preserve"> ressorts</w:t>
      </w:r>
      <w:r w:rsidR="002C7EDE" w:rsidRPr="009D4A48">
        <w:rPr>
          <w:rFonts w:ascii="Arial" w:hAnsi="Arial"/>
          <w:lang w:val="fr-FR"/>
        </w:rPr>
        <w:t>,</w:t>
      </w:r>
      <w:r w:rsidR="00777859" w:rsidRPr="009D4A48">
        <w:rPr>
          <w:rFonts w:ascii="Arial" w:hAnsi="Arial"/>
          <w:lang w:val="fr-FR"/>
        </w:rPr>
        <w:t xml:space="preserve"> </w:t>
      </w:r>
      <w:r w:rsidR="002C7EDE" w:rsidRPr="009D4A48">
        <w:rPr>
          <w:rFonts w:ascii="Arial" w:hAnsi="Arial"/>
          <w:lang w:val="fr-FR"/>
        </w:rPr>
        <w:t xml:space="preserve">placés </w:t>
      </w:r>
      <w:r w:rsidR="00777859" w:rsidRPr="009D4A48">
        <w:rPr>
          <w:rFonts w:ascii="Arial" w:hAnsi="Arial"/>
          <w:lang w:val="fr-FR"/>
        </w:rPr>
        <w:t xml:space="preserve">derrière la grande </w:t>
      </w:r>
      <w:r w:rsidR="002C7EDE" w:rsidRPr="009D4A48">
        <w:rPr>
          <w:rFonts w:ascii="Arial" w:hAnsi="Arial"/>
          <w:lang w:val="fr-FR"/>
        </w:rPr>
        <w:t>touche de rinçage</w:t>
      </w:r>
      <w:r w:rsidR="00777859" w:rsidRPr="009D4A48">
        <w:rPr>
          <w:rFonts w:ascii="Arial" w:hAnsi="Arial"/>
          <w:lang w:val="fr-FR"/>
        </w:rPr>
        <w:t xml:space="preserve"> et </w:t>
      </w:r>
      <w:r w:rsidRPr="009D4A48">
        <w:rPr>
          <w:rFonts w:ascii="Arial" w:hAnsi="Arial"/>
          <w:lang w:val="fr-FR"/>
        </w:rPr>
        <w:t>deux</w:t>
      </w:r>
      <w:r w:rsidR="00777859" w:rsidRPr="009D4A48">
        <w:rPr>
          <w:rFonts w:ascii="Arial" w:hAnsi="Arial"/>
          <w:lang w:val="fr-FR"/>
        </w:rPr>
        <w:t xml:space="preserve"> ressort</w:t>
      </w:r>
      <w:r w:rsidRPr="009D4A48">
        <w:rPr>
          <w:rFonts w:ascii="Arial" w:hAnsi="Arial"/>
          <w:lang w:val="fr-FR"/>
        </w:rPr>
        <w:t>s</w:t>
      </w:r>
      <w:r w:rsidR="002C7EDE" w:rsidRPr="009D4A48">
        <w:rPr>
          <w:rFonts w:ascii="Arial" w:hAnsi="Arial"/>
          <w:lang w:val="fr-FR"/>
        </w:rPr>
        <w:t>, placé</w:t>
      </w:r>
      <w:r w:rsidR="00777859" w:rsidRPr="009D4A48">
        <w:rPr>
          <w:rFonts w:ascii="Arial" w:hAnsi="Arial"/>
          <w:lang w:val="fr-FR"/>
        </w:rPr>
        <w:t xml:space="preserve"> derrière la petite </w:t>
      </w:r>
      <w:r w:rsidR="002C7EDE" w:rsidRPr="009D4A48">
        <w:rPr>
          <w:rFonts w:ascii="Arial" w:hAnsi="Arial"/>
          <w:lang w:val="fr-FR"/>
        </w:rPr>
        <w:t xml:space="preserve">touche de rinçage, ramènent celles-ci à leur position de départ </w:t>
      </w:r>
      <w:r w:rsidR="00777859" w:rsidRPr="009D4A48">
        <w:rPr>
          <w:rFonts w:ascii="Arial" w:hAnsi="Arial"/>
          <w:lang w:val="fr-FR"/>
        </w:rPr>
        <w:t xml:space="preserve">après avoir été </w:t>
      </w:r>
      <w:r w:rsidR="002C7EDE" w:rsidRPr="009D4A48">
        <w:rPr>
          <w:rFonts w:ascii="Arial" w:hAnsi="Arial"/>
          <w:lang w:val="fr-FR"/>
        </w:rPr>
        <w:t xml:space="preserve">actionnées </w:t>
      </w:r>
      <w:r w:rsidR="00777859" w:rsidRPr="009D4A48">
        <w:rPr>
          <w:rFonts w:ascii="Arial" w:hAnsi="Arial"/>
          <w:lang w:val="fr-FR"/>
        </w:rPr>
        <w:t>manuellement</w:t>
      </w:r>
    </w:p>
    <w:p w14:paraId="05ADB1BD" w14:textId="77777777"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9D4A48">
        <w:rPr>
          <w:rFonts w:ascii="Arial" w:hAnsi="Arial"/>
          <w:lang w:val="fr-FR"/>
        </w:rPr>
        <w:t xml:space="preserve">un effort minimum est requis pour appuyer sur les </w:t>
      </w:r>
      <w:r w:rsidR="00326654" w:rsidRPr="009D4A48">
        <w:rPr>
          <w:rFonts w:ascii="Arial" w:hAnsi="Arial"/>
          <w:lang w:val="fr-FR"/>
        </w:rPr>
        <w:t>touches de rinçage</w:t>
      </w:r>
      <w:r w:rsidRPr="009D4A48">
        <w:rPr>
          <w:rFonts w:ascii="Arial" w:hAnsi="Arial"/>
          <w:lang w:val="fr-FR"/>
        </w:rPr>
        <w:t xml:space="preserve">, la force </w:t>
      </w:r>
      <w:r w:rsidR="00AF4C3C" w:rsidRPr="009D4A48">
        <w:rPr>
          <w:rFonts w:ascii="Arial" w:hAnsi="Arial"/>
          <w:lang w:val="fr-FR"/>
        </w:rPr>
        <w:t>nécessaire</w:t>
      </w:r>
      <w:r w:rsidRPr="009D4A48"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14:paraId="05ADB1BE" w14:textId="41C5AD4B"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 xml:space="preserve">la plaque de </w:t>
      </w:r>
      <w:r w:rsidR="009679CA">
        <w:rPr>
          <w:rFonts w:ascii="Arial" w:hAnsi="Arial"/>
          <w:lang w:val="fr-FR"/>
        </w:rPr>
        <w:t>commande</w:t>
      </w:r>
      <w:r w:rsidRPr="00CE658D">
        <w:rPr>
          <w:rFonts w:ascii="Arial" w:hAnsi="Arial"/>
          <w:lang w:val="fr-FR"/>
        </w:rPr>
        <w:t xml:space="preserve">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14:paraId="05ADB1BF" w14:textId="1ACACCA3" w:rsidR="003607B0" w:rsidRPr="009D4A48" w:rsidRDefault="003607B0" w:rsidP="003F38CF">
      <w:pPr>
        <w:pStyle w:val="Bulleted1"/>
        <w:rPr>
          <w:rFonts w:ascii="Arial" w:hAnsi="Arial"/>
          <w:lang w:val="fr-FR"/>
        </w:rPr>
      </w:pPr>
      <w:r w:rsidRPr="009D4A48">
        <w:rPr>
          <w:rFonts w:ascii="Arial" w:hAnsi="Arial"/>
          <w:lang w:val="fr-FR"/>
        </w:rPr>
        <w:t xml:space="preserve">l'épaisseur de finition minimale du réservoir de chasse à encastrer est de </w:t>
      </w:r>
      <w:r w:rsidR="006D122A" w:rsidRPr="009D4A48">
        <w:rPr>
          <w:rFonts w:ascii="Arial" w:hAnsi="Arial"/>
          <w:lang w:val="fr-FR"/>
        </w:rPr>
        <w:t>15</w:t>
      </w:r>
      <w:r w:rsidRPr="009D4A48">
        <w:rPr>
          <w:rFonts w:ascii="Arial" w:hAnsi="Arial"/>
          <w:lang w:val="fr-FR"/>
        </w:rPr>
        <w:t xml:space="preserve"> </w:t>
      </w:r>
      <w:r w:rsidR="006D122A" w:rsidRPr="009D4A48">
        <w:rPr>
          <w:rFonts w:ascii="Arial" w:hAnsi="Arial"/>
          <w:lang w:val="fr-FR"/>
        </w:rPr>
        <w:t>m</w:t>
      </w:r>
      <w:r w:rsidRPr="009D4A48">
        <w:rPr>
          <w:rFonts w:ascii="Arial" w:hAnsi="Arial"/>
          <w:lang w:val="fr-FR"/>
        </w:rPr>
        <w:t>m</w:t>
      </w:r>
    </w:p>
    <w:p w14:paraId="05ADB1C0" w14:textId="77777777"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14:paraId="0E31A612" w14:textId="1FC3605A" w:rsidR="006D122A" w:rsidRPr="006D122A" w:rsidRDefault="006D122A" w:rsidP="006D122A">
      <w:pPr>
        <w:pStyle w:val="Bulleted1"/>
        <w:rPr>
          <w:rFonts w:ascii="Arial" w:hAnsi="Arial"/>
          <w:lang w:val="fr-BE"/>
        </w:rPr>
      </w:pPr>
      <w:r w:rsidRPr="00227E0C">
        <w:rPr>
          <w:rFonts w:ascii="Arial" w:hAnsi="Arial"/>
          <w:lang w:val="fr-FR"/>
        </w:rPr>
        <w:t xml:space="preserve">la plaque de </w:t>
      </w:r>
      <w:r>
        <w:rPr>
          <w:rFonts w:ascii="Arial" w:hAnsi="Arial"/>
          <w:lang w:val="fr-FR"/>
        </w:rPr>
        <w:t>commande</w:t>
      </w:r>
      <w:r w:rsidRPr="00227E0C">
        <w:rPr>
          <w:rFonts w:ascii="Arial" w:hAnsi="Arial"/>
          <w:lang w:val="fr-FR"/>
        </w:rPr>
        <w:t xml:space="preserve">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>
        <w:rPr>
          <w:rFonts w:ascii="Arial" w:hAnsi="Arial"/>
          <w:lang w:val="fr-FR"/>
        </w:rPr>
        <w:t>commande</w:t>
      </w:r>
    </w:p>
    <w:p w14:paraId="21BCBE22" w14:textId="61EED8EE" w:rsidR="006D122A" w:rsidRPr="009D4A48" w:rsidRDefault="003D71A1" w:rsidP="006D122A">
      <w:pPr>
        <w:pStyle w:val="Bulleted2"/>
        <w:rPr>
          <w:rFonts w:ascii="Arial" w:hAnsi="Arial"/>
          <w:lang w:val="fr-BE"/>
        </w:rPr>
      </w:pPr>
      <w:r w:rsidRPr="009D4A48">
        <w:rPr>
          <w:rFonts w:ascii="Arial" w:hAnsi="Arial"/>
          <w:lang w:val="fr-BE"/>
        </w:rPr>
        <w:t>deux crochets sont situés de chaque côté de la plaque de commande</w:t>
      </w:r>
    </w:p>
    <w:p w14:paraId="069C908C" w14:textId="77777777" w:rsidR="00307E65" w:rsidRPr="009D4A48" w:rsidRDefault="00307E65" w:rsidP="006D122A">
      <w:pPr>
        <w:pStyle w:val="Bulleted2"/>
        <w:rPr>
          <w:rFonts w:ascii="Arial" w:hAnsi="Arial"/>
          <w:lang w:val="fr-BE"/>
        </w:rPr>
      </w:pPr>
      <w:r w:rsidRPr="009D4A48">
        <w:rPr>
          <w:rFonts w:ascii="Arial" w:hAnsi="Arial"/>
          <w:lang w:val="fr-BE"/>
        </w:rPr>
        <w:t xml:space="preserve">deux saillies sont situées de chaque côté du cadre de montage </w:t>
      </w:r>
    </w:p>
    <w:p w14:paraId="6508F9BF" w14:textId="5F7530C7" w:rsidR="00DA7D10" w:rsidRPr="009D4A48" w:rsidRDefault="00DA7D10" w:rsidP="006D122A">
      <w:pPr>
        <w:pStyle w:val="Bulleted2"/>
        <w:numPr>
          <w:ilvl w:val="1"/>
          <w:numId w:val="22"/>
        </w:numPr>
        <w:rPr>
          <w:rFonts w:ascii="Arial" w:hAnsi="Arial"/>
          <w:lang w:val="fr-BE"/>
        </w:rPr>
      </w:pPr>
      <w:r w:rsidRPr="009D4A48">
        <w:rPr>
          <w:rFonts w:ascii="Arial" w:hAnsi="Arial"/>
          <w:lang w:val="fr-BE"/>
        </w:rPr>
        <w:t>un mouvement vers le bas de la plaque de commande fixe ses 4 crochets sur les 4 saillies du cadre de montage</w:t>
      </w:r>
    </w:p>
    <w:p w14:paraId="05ADB1C5" w14:textId="77777777"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14:paraId="05ADB1C6" w14:textId="77777777"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14:paraId="05ADB1C7" w14:textId="77777777"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14:paraId="05ADB1C8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14:paraId="05ADB1C9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14:paraId="05ADB1CA" w14:textId="77777777"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14:paraId="05ADB1CB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14:paraId="05ADB1CC" w14:textId="2F09ECA5"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 w:rsidR="009679CA">
        <w:rPr>
          <w:rFonts w:ascii="Arial" w:hAnsi="Arial"/>
        </w:rPr>
        <w:t>commande</w:t>
      </w:r>
      <w:proofErr w:type="spellEnd"/>
    </w:p>
    <w:p w14:paraId="05ADB1CD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14:paraId="05ADB1CE" w14:textId="5F0E9B55"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 w:rsidR="009679CA">
        <w:rPr>
          <w:rFonts w:ascii="Arial" w:hAnsi="Arial" w:cs="Arial"/>
          <w:lang w:val="fr-FR"/>
        </w:rPr>
        <w:t>commande</w:t>
      </w:r>
    </w:p>
    <w:p w14:paraId="05ADB1CF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5ADB1D6" w14:textId="77777777" w:rsidTr="00C54046">
        <w:tc>
          <w:tcPr>
            <w:tcW w:w="1441" w:type="dxa"/>
          </w:tcPr>
          <w:p w14:paraId="05ADB1D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1" w14:textId="77777777"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14:paraId="05ADB1D2" w14:textId="77777777"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D3" w14:textId="77777777"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5ADB1D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D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05ADB1DD" w14:textId="77777777" w:rsidTr="00C54046">
        <w:tc>
          <w:tcPr>
            <w:tcW w:w="1441" w:type="dxa"/>
          </w:tcPr>
          <w:p w14:paraId="05ADB1D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8" w14:textId="43BC1779"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482677">
              <w:rPr>
                <w:rFonts w:ascii="Arial" w:hAnsi="Arial" w:cs="Arial"/>
              </w:rPr>
              <w:t>5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05ADB1D9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DA" w14:textId="42B0E948" w:rsidR="0020639C" w:rsidRPr="008426E7" w:rsidRDefault="0048267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14:paraId="05ADB1DB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DC" w14:textId="77777777"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14:paraId="05ADB1E4" w14:textId="77777777" w:rsidTr="00C54046">
        <w:tc>
          <w:tcPr>
            <w:tcW w:w="1441" w:type="dxa"/>
          </w:tcPr>
          <w:p w14:paraId="05ADB1DE" w14:textId="77777777"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F" w14:textId="462921D3" w:rsidR="0020639C" w:rsidRPr="008426E7" w:rsidRDefault="00482677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5ADB1E0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E1" w14:textId="3C9CBCB3" w:rsidR="0020639C" w:rsidRPr="008426E7" w:rsidRDefault="0095207B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14:paraId="05ADB1E2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E3" w14:textId="77777777"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14:paraId="05ADB1E5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05ADB1E6" w14:textId="4F1A5B77"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9679CA">
        <w:rPr>
          <w:rFonts w:ascii="Arial" w:hAnsi="Arial"/>
          <w:lang w:val="fr-FR"/>
        </w:rPr>
        <w:t>commande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14:paraId="05ADB1E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5ADB1E8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5ADB1E9" w14:textId="77777777"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05ADB1EA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F20C0" w:rsidRPr="00A75548" w14:paraId="05ADB1EE" w14:textId="77777777" w:rsidTr="00B82585">
        <w:trPr>
          <w:trHeight w:hRule="exact" w:val="3402"/>
        </w:trPr>
        <w:tc>
          <w:tcPr>
            <w:tcW w:w="3341" w:type="dxa"/>
            <w:vAlign w:val="bottom"/>
          </w:tcPr>
          <w:p w14:paraId="05ADB1EB" w14:textId="09CF3A1D" w:rsidR="00AF20C0" w:rsidRDefault="006B5D07" w:rsidP="00B82585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 w:rsidRPr="005C68DB">
              <w:rPr>
                <w:rFonts w:ascii="Arial" w:hAnsi="Arial" w:cs="Arial"/>
                <w:noProof/>
              </w:rPr>
              <w:drawing>
                <wp:inline distT="0" distB="0" distL="0" distR="0" wp14:anchorId="6DF520B5" wp14:editId="6FF4A61A">
                  <wp:extent cx="1984375" cy="1250315"/>
                  <wp:effectExtent l="0" t="0" r="0" b="6985"/>
                  <wp:docPr id="183914134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9141347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250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5ADB1EC" w14:textId="63B12EF2" w:rsidR="00AF20C0" w:rsidRDefault="006B5D07" w:rsidP="00B82585">
            <w:pPr>
              <w:jc w:val="center"/>
              <w:rPr>
                <w:rFonts w:ascii="Arial" w:hAnsi="Arial" w:cs="Arial"/>
                <w:noProof/>
              </w:rPr>
            </w:pPr>
            <w:r w:rsidRPr="006C571C">
              <w:rPr>
                <w:rFonts w:ascii="Arial" w:hAnsi="Arial" w:cs="Arial"/>
                <w:noProof/>
              </w:rPr>
              <w:drawing>
                <wp:inline distT="0" distB="0" distL="0" distR="0" wp14:anchorId="1F62E36A" wp14:editId="2FBB29C2">
                  <wp:extent cx="1985010" cy="1365250"/>
                  <wp:effectExtent l="0" t="0" r="0" b="6350"/>
                  <wp:docPr id="71071975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0719759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365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5ADB1ED" w14:textId="68144FA5" w:rsidR="00AF20C0" w:rsidRDefault="0095207B" w:rsidP="00B82585">
            <w:pPr>
              <w:jc w:val="center"/>
              <w:rPr>
                <w:noProof/>
              </w:rPr>
            </w:pPr>
            <w:r w:rsidRPr="000C79D5">
              <w:rPr>
                <w:noProof/>
              </w:rPr>
              <w:drawing>
                <wp:inline distT="0" distB="0" distL="0" distR="0" wp14:anchorId="6E40619A" wp14:editId="36ED4A08">
                  <wp:extent cx="743358" cy="1537236"/>
                  <wp:effectExtent l="0" t="0" r="0" b="6350"/>
                  <wp:docPr id="192068597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0685976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655" cy="1544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ADB1EF" w14:textId="294F8090" w:rsidR="00A7732F" w:rsidRPr="00A7732F" w:rsidRDefault="00A7732F" w:rsidP="00A7732F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2" w:name="_Hlk39656079"/>
      <w:bookmarkEnd w:id="1"/>
      <w:r w:rsidRPr="00A7732F">
        <w:rPr>
          <w:rFonts w:ascii="Arial" w:hAnsi="Arial" w:cs="Arial"/>
          <w:lang w:val="fr-FR"/>
        </w:rPr>
        <w:t>Photo</w:t>
      </w:r>
      <w:r w:rsidR="00342D83"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 xml:space="preserve">: exemple d'une plaque de </w:t>
      </w:r>
      <w:r w:rsidR="009679CA">
        <w:rPr>
          <w:rFonts w:ascii="Arial" w:hAnsi="Arial" w:cs="Arial"/>
          <w:lang w:val="fr-FR"/>
        </w:rPr>
        <w:t>commande</w:t>
      </w:r>
      <w:r w:rsidRPr="00A7732F">
        <w:rPr>
          <w:rFonts w:ascii="Arial" w:hAnsi="Arial" w:cs="Arial"/>
          <w:lang w:val="fr-FR"/>
        </w:rPr>
        <w:t xml:space="preserve"> et touches en blanc </w:t>
      </w:r>
      <w:r w:rsidR="0095207B">
        <w:rPr>
          <w:rFonts w:ascii="Arial" w:hAnsi="Arial" w:cs="Arial"/>
          <w:lang w:val="fr-FR"/>
        </w:rPr>
        <w:t>mat</w:t>
      </w:r>
      <w:r w:rsidR="00D73F78">
        <w:rPr>
          <w:rFonts w:ascii="Arial" w:hAnsi="Arial" w:cs="Arial"/>
          <w:lang w:val="fr-FR"/>
        </w:rPr>
        <w:t xml:space="preserve">, </w:t>
      </w:r>
      <w:r w:rsidR="00D73F78" w:rsidRPr="00D73F78">
        <w:rPr>
          <w:rFonts w:ascii="Arial" w:hAnsi="Arial" w:cs="Arial"/>
          <w:lang w:val="fr-FR"/>
        </w:rPr>
        <w:t>revêtement facile à nettoyer</w:t>
      </w:r>
      <w:r w:rsidR="00FB0011">
        <w:rPr>
          <w:rFonts w:ascii="Arial" w:hAnsi="Arial" w:cs="Arial"/>
          <w:lang w:val="fr-FR"/>
        </w:rPr>
        <w:t xml:space="preserve"> sur acier inoxydable</w:t>
      </w:r>
    </w:p>
    <w:bookmarkEnd w:id="2"/>
    <w:p w14:paraId="05ADB1F0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5ADB1F1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14:paraId="05ADB1F2" w14:textId="1F0CB456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</w:t>
      </w:r>
      <w:r w:rsidR="0095207B">
        <w:rPr>
          <w:rFonts w:ascii="Arial" w:hAnsi="Arial" w:cs="Arial"/>
          <w:lang w:val="fr-BE"/>
        </w:rPr>
        <w:t>5</w:t>
      </w:r>
      <w:r w:rsidR="00AF20C0">
        <w:rPr>
          <w:rFonts w:ascii="Arial" w:hAnsi="Arial" w:cs="Arial"/>
          <w:lang w:val="fr-BE"/>
        </w:rPr>
        <w:t>,</w:t>
      </w:r>
      <w:r w:rsidR="0095207B">
        <w:rPr>
          <w:rFonts w:ascii="Arial" w:hAnsi="Arial" w:cs="Arial"/>
          <w:lang w:val="fr-BE"/>
        </w:rPr>
        <w:t>2</w:t>
      </w:r>
      <w:r>
        <w:rPr>
          <w:rFonts w:ascii="Arial" w:hAnsi="Arial" w:cs="Arial"/>
          <w:lang w:val="fr-BE"/>
        </w:rPr>
        <w:t xml:space="preserve"> cm (hauteur)</w:t>
      </w:r>
    </w:p>
    <w:p w14:paraId="05ADB1F3" w14:textId="6B6A7CC5"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95207B">
        <w:rPr>
          <w:rFonts w:ascii="Arial" w:hAnsi="Arial" w:cs="Arial"/>
          <w:lang w:val="fr-BE"/>
        </w:rPr>
        <w:t>0</w:t>
      </w:r>
      <w:r w:rsidR="00AF20C0">
        <w:rPr>
          <w:rFonts w:ascii="Arial" w:hAnsi="Arial" w:cs="Arial"/>
          <w:lang w:val="fr-BE"/>
        </w:rPr>
        <w:t>,</w:t>
      </w:r>
      <w:r w:rsidR="0095207B">
        <w:rPr>
          <w:rFonts w:ascii="Arial" w:hAnsi="Arial" w:cs="Arial"/>
          <w:lang w:val="fr-BE"/>
        </w:rPr>
        <w:t>4</w:t>
      </w:r>
      <w:r>
        <w:rPr>
          <w:rFonts w:ascii="Arial" w:hAnsi="Arial" w:cs="Arial"/>
          <w:lang w:val="fr-BE"/>
        </w:rPr>
        <w:t xml:space="preserve"> cm (épaisseur)</w:t>
      </w:r>
    </w:p>
    <w:p w14:paraId="05ADB1F4" w14:textId="77777777"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14:paraId="05ADB1F5" w14:textId="77777777" w:rsidR="00AF20C0" w:rsidRPr="000E494A" w:rsidRDefault="0070709E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 w:rsidR="00DB60C1"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</w:t>
      </w:r>
      <w:r w:rsidR="00AF20C0" w:rsidRPr="000E494A">
        <w:rPr>
          <w:rFonts w:ascii="Arial" w:hAnsi="Arial"/>
          <w:color w:val="0070C0"/>
          <w:lang w:val="fr-FR"/>
        </w:rPr>
        <w:t>:</w:t>
      </w:r>
    </w:p>
    <w:p w14:paraId="05ADB1F6" w14:textId="77777777" w:rsidR="00AF20C0" w:rsidRPr="000E494A" w:rsidRDefault="00AF20C0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AF20C0" w:rsidRPr="000E5167" w14:paraId="05ADB1F9" w14:textId="77777777" w:rsidTr="00B82585">
        <w:tc>
          <w:tcPr>
            <w:tcW w:w="6091" w:type="dxa"/>
          </w:tcPr>
          <w:p w14:paraId="05ADB1F7" w14:textId="77777777" w:rsidR="00AF20C0" w:rsidRPr="000E5167" w:rsidRDefault="00AF20C0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  <w:tc>
          <w:tcPr>
            <w:tcW w:w="3935" w:type="dxa"/>
          </w:tcPr>
          <w:p w14:paraId="05ADB1F8" w14:textId="785DA94D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Matériau</w:t>
            </w:r>
            <w:proofErr w:type="spellEnd"/>
          </w:p>
        </w:tc>
      </w:tr>
      <w:tr w:rsidR="00AF20C0" w:rsidRPr="000E5167" w14:paraId="05ADB1FC" w14:textId="77777777" w:rsidTr="00B82585">
        <w:tc>
          <w:tcPr>
            <w:tcW w:w="6091" w:type="dxa"/>
          </w:tcPr>
          <w:p w14:paraId="05ADB1FA" w14:textId="64780D0A" w:rsidR="00AF20C0" w:rsidRPr="005160B5" w:rsidRDefault="005E43CD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noir mat,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1FB" w14:textId="7B932F37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  <w:tr w:rsidR="00AF20C0" w:rsidRPr="000E5167" w14:paraId="05ADB1FF" w14:textId="77777777" w:rsidTr="00B82585">
        <w:tc>
          <w:tcPr>
            <w:tcW w:w="6091" w:type="dxa"/>
          </w:tcPr>
          <w:p w14:paraId="05ADB1FD" w14:textId="180D933C" w:rsidR="00AF20C0" w:rsidRPr="005E43CD" w:rsidRDefault="005E43CD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BE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inox brossé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1FE" w14:textId="43A3E266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  <w:tr w:rsidR="00AF20C0" w:rsidRPr="000E5167" w14:paraId="05ADB202" w14:textId="77777777" w:rsidTr="00B82585">
        <w:tc>
          <w:tcPr>
            <w:tcW w:w="6091" w:type="dxa"/>
          </w:tcPr>
          <w:p w14:paraId="05ADB200" w14:textId="4D1FB1A1" w:rsidR="00AF20C0" w:rsidRPr="005160B5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blanc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 xml:space="preserve"> mat,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201" w14:textId="7298343C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  <w:tr w:rsidR="00AF20C0" w:rsidRPr="000E5167" w14:paraId="05ADB205" w14:textId="77777777" w:rsidTr="00B82585">
        <w:tc>
          <w:tcPr>
            <w:tcW w:w="6091" w:type="dxa"/>
          </w:tcPr>
          <w:p w14:paraId="05ADB203" w14:textId="3CA8BD6B" w:rsidR="00AF20C0" w:rsidRPr="005160B5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or rouge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204" w14:textId="08903539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  <w:tr w:rsidR="00AF20C0" w:rsidRPr="000E5167" w14:paraId="05ADB208" w14:textId="77777777" w:rsidTr="00B82585">
        <w:tc>
          <w:tcPr>
            <w:tcW w:w="6091" w:type="dxa"/>
          </w:tcPr>
          <w:p w14:paraId="05ADB206" w14:textId="3C72ABCC" w:rsidR="00AF20C0" w:rsidRPr="005E43CD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BE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noir chromé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207" w14:textId="1DF4C6FC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  <w:tr w:rsidR="00AF20C0" w:rsidRPr="000E5167" w14:paraId="05ADB20B" w14:textId="77777777" w:rsidTr="00B82585">
        <w:tc>
          <w:tcPr>
            <w:tcW w:w="6091" w:type="dxa"/>
          </w:tcPr>
          <w:p w14:paraId="05ADB209" w14:textId="5F81758A" w:rsidR="00AF20C0" w:rsidRPr="0070709E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couleur laiton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20A" w14:textId="7483E857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</w:tbl>
    <w:p w14:paraId="05ADB225" w14:textId="77777777"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F43BC" w14:textId="77777777" w:rsidR="00802863" w:rsidRDefault="00802863">
      <w:r>
        <w:separator/>
      </w:r>
    </w:p>
  </w:endnote>
  <w:endnote w:type="continuationSeparator" w:id="0">
    <w:p w14:paraId="44A6FDC9" w14:textId="77777777" w:rsidR="00802863" w:rsidRDefault="00802863">
      <w:r>
        <w:continuationSeparator/>
      </w:r>
    </w:p>
  </w:endnote>
  <w:endnote w:type="continuationNotice" w:id="1">
    <w:p w14:paraId="4E8ADA91" w14:textId="77777777" w:rsidR="00C3001D" w:rsidRDefault="00C300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5ADB237" w14:textId="77777777">
      <w:tc>
        <w:tcPr>
          <w:tcW w:w="3392" w:type="dxa"/>
        </w:tcPr>
        <w:p w14:paraId="05ADB234" w14:textId="0317E409" w:rsidR="007C7FFA" w:rsidRDefault="00552888" w:rsidP="00C742E4">
          <w:pPr>
            <w:pStyle w:val="Footer"/>
          </w:pPr>
          <w:r>
            <w:t>Version 0</w:t>
          </w:r>
          <w:r w:rsidR="00754127">
            <w:t>1</w:t>
          </w:r>
          <w:r>
            <w:t>.00</w:t>
          </w:r>
        </w:p>
      </w:tc>
      <w:tc>
        <w:tcPr>
          <w:tcW w:w="3392" w:type="dxa"/>
        </w:tcPr>
        <w:p w14:paraId="05ADB235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05ADB236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9D4A48">
            <w:fldChar w:fldCharType="begin"/>
          </w:r>
          <w:r w:rsidR="009D4A48">
            <w:instrText xml:space="preserve"> NUMPAGES  \* Arabic  \* MERGEFORMAT </w:instrText>
          </w:r>
          <w:r w:rsidR="009D4A48">
            <w:fldChar w:fldCharType="separate"/>
          </w:r>
          <w:r w:rsidR="00AA3555">
            <w:rPr>
              <w:noProof/>
            </w:rPr>
            <w:t>2</w:t>
          </w:r>
          <w:r w:rsidR="009D4A48">
            <w:rPr>
              <w:noProof/>
            </w:rPr>
            <w:fldChar w:fldCharType="end"/>
          </w:r>
        </w:p>
      </w:tc>
    </w:tr>
  </w:tbl>
  <w:p w14:paraId="05ADB238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B5B0A" w14:textId="77777777" w:rsidR="00802863" w:rsidRDefault="00802863">
      <w:r>
        <w:separator/>
      </w:r>
    </w:p>
  </w:footnote>
  <w:footnote w:type="continuationSeparator" w:id="0">
    <w:p w14:paraId="6925D57E" w14:textId="77777777" w:rsidR="00802863" w:rsidRDefault="00802863">
      <w:r>
        <w:continuationSeparator/>
      </w:r>
    </w:p>
  </w:footnote>
  <w:footnote w:type="continuationNotice" w:id="1">
    <w:p w14:paraId="161A256A" w14:textId="77777777" w:rsidR="00C3001D" w:rsidRDefault="00C300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DB231" w14:textId="46EA5476"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Plaque de </w:t>
    </w:r>
    <w:r w:rsidR="0081047E">
      <w:rPr>
        <w:rFonts w:ascii="Arial" w:hAnsi="Arial" w:cs="Arial"/>
        <w:b/>
        <w:bCs/>
        <w:lang w:val="fr-FR"/>
      </w:rPr>
      <w:t>commande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5ADB23B" wp14:editId="05ADB23C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ADB232" w14:textId="18A1F211"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754127">
      <w:rPr>
        <w:rFonts w:ascii="Arial" w:hAnsi="Arial" w:cs="Arial"/>
        <w:b/>
        <w:bCs/>
        <w:lang w:val="fr-FR"/>
      </w:rPr>
      <w:t>4</w:t>
    </w:r>
    <w:r>
      <w:rPr>
        <w:rFonts w:ascii="Arial" w:hAnsi="Arial" w:cs="Arial"/>
        <w:b/>
        <w:bCs/>
        <w:lang w:val="fr-FR"/>
      </w:rPr>
      <w:t>0</w:t>
    </w:r>
    <w:r w:rsidR="0081047E">
      <w:rPr>
        <w:rFonts w:ascii="Arial" w:hAnsi="Arial" w:cs="Arial"/>
        <w:b/>
        <w:bCs/>
        <w:lang w:val="fr-FR"/>
      </w:rPr>
      <w:t xml:space="preserve"> </w:t>
    </w:r>
    <w:r w:rsidR="00F84665">
      <w:rPr>
        <w:rFonts w:ascii="Arial" w:hAnsi="Arial" w:cs="Arial"/>
        <w:b/>
        <w:bCs/>
        <w:lang w:val="fr-FR"/>
      </w:rPr>
      <w:t>carré</w:t>
    </w:r>
    <w:r w:rsidR="0065743B">
      <w:rPr>
        <w:rFonts w:ascii="Arial" w:hAnsi="Arial" w:cs="Arial"/>
        <w:b/>
        <w:bCs/>
        <w:lang w:val="fr-FR"/>
      </w:rPr>
      <w:t>,</w:t>
    </w:r>
    <w:r w:rsidR="00754127">
      <w:rPr>
        <w:rFonts w:ascii="Arial" w:hAnsi="Arial" w:cs="Arial"/>
        <w:b/>
        <w:bCs/>
        <w:lang w:val="fr-FR"/>
      </w:rPr>
      <w:t xml:space="preserve"> </w:t>
    </w:r>
    <w:r w:rsidR="009A4C5C">
      <w:rPr>
        <w:rFonts w:ascii="Arial" w:hAnsi="Arial" w:cs="Arial"/>
        <w:b/>
        <w:bCs/>
        <w:lang w:val="fr-FR"/>
      </w:rPr>
      <w:t xml:space="preserve">inox, </w:t>
    </w:r>
    <w:r w:rsidR="002F06C3">
      <w:rPr>
        <w:rFonts w:ascii="Arial" w:hAnsi="Arial" w:cs="Arial"/>
        <w:b/>
        <w:bCs/>
        <w:lang w:val="fr-FR"/>
      </w:rPr>
      <w:t xml:space="preserve">deux </w:t>
    </w:r>
    <w:r>
      <w:rPr>
        <w:rFonts w:ascii="Arial" w:hAnsi="Arial" w:cs="Arial"/>
        <w:b/>
        <w:bCs/>
        <w:lang w:val="fr-FR"/>
      </w:rPr>
      <w:t>touches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02992849">
    <w:abstractNumId w:val="16"/>
  </w:num>
  <w:num w:numId="2" w16cid:durableId="1464225662">
    <w:abstractNumId w:val="22"/>
  </w:num>
  <w:num w:numId="3" w16cid:durableId="1803112138">
    <w:abstractNumId w:val="4"/>
  </w:num>
  <w:num w:numId="4" w16cid:durableId="1486430745">
    <w:abstractNumId w:val="3"/>
  </w:num>
  <w:num w:numId="5" w16cid:durableId="1569608522">
    <w:abstractNumId w:val="13"/>
  </w:num>
  <w:num w:numId="6" w16cid:durableId="1806970520">
    <w:abstractNumId w:val="15"/>
  </w:num>
  <w:num w:numId="7" w16cid:durableId="225846815">
    <w:abstractNumId w:val="6"/>
  </w:num>
  <w:num w:numId="8" w16cid:durableId="1808933586">
    <w:abstractNumId w:val="19"/>
  </w:num>
  <w:num w:numId="9" w16cid:durableId="1682733627">
    <w:abstractNumId w:val="25"/>
  </w:num>
  <w:num w:numId="10" w16cid:durableId="1265264887">
    <w:abstractNumId w:val="2"/>
  </w:num>
  <w:num w:numId="11" w16cid:durableId="1063408927">
    <w:abstractNumId w:val="12"/>
  </w:num>
  <w:num w:numId="12" w16cid:durableId="555703447">
    <w:abstractNumId w:val="11"/>
  </w:num>
  <w:num w:numId="13" w16cid:durableId="245771191">
    <w:abstractNumId w:val="24"/>
  </w:num>
  <w:num w:numId="14" w16cid:durableId="590773374">
    <w:abstractNumId w:val="7"/>
  </w:num>
  <w:num w:numId="15" w16cid:durableId="666903090">
    <w:abstractNumId w:val="0"/>
  </w:num>
  <w:num w:numId="16" w16cid:durableId="580607462">
    <w:abstractNumId w:val="10"/>
  </w:num>
  <w:num w:numId="17" w16cid:durableId="16274678">
    <w:abstractNumId w:val="5"/>
  </w:num>
  <w:num w:numId="18" w16cid:durableId="1771926058">
    <w:abstractNumId w:val="20"/>
  </w:num>
  <w:num w:numId="19" w16cid:durableId="1584603587">
    <w:abstractNumId w:val="21"/>
  </w:num>
  <w:num w:numId="20" w16cid:durableId="406611024">
    <w:abstractNumId w:val="18"/>
  </w:num>
  <w:num w:numId="21" w16cid:durableId="1084061104">
    <w:abstractNumId w:val="17"/>
  </w:num>
  <w:num w:numId="22" w16cid:durableId="1922789979">
    <w:abstractNumId w:val="14"/>
  </w:num>
  <w:num w:numId="23" w16cid:durableId="2026590691">
    <w:abstractNumId w:val="23"/>
  </w:num>
  <w:num w:numId="24" w16cid:durableId="170409646">
    <w:abstractNumId w:val="8"/>
  </w:num>
  <w:num w:numId="25" w16cid:durableId="1677145248">
    <w:abstractNumId w:val="9"/>
  </w:num>
  <w:num w:numId="26" w16cid:durableId="1300188989">
    <w:abstractNumId w:val="1"/>
  </w:num>
  <w:num w:numId="27" w16cid:durableId="2074574762">
    <w:abstractNumId w:val="21"/>
  </w:num>
  <w:num w:numId="28" w16cid:durableId="161324111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56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22ADA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3E8C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C7EDE"/>
    <w:rsid w:val="002D1583"/>
    <w:rsid w:val="002D17DE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6C3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07E65"/>
    <w:rsid w:val="0032043B"/>
    <w:rsid w:val="00323382"/>
    <w:rsid w:val="00326654"/>
    <w:rsid w:val="00327981"/>
    <w:rsid w:val="00327D81"/>
    <w:rsid w:val="00332202"/>
    <w:rsid w:val="00333378"/>
    <w:rsid w:val="00337098"/>
    <w:rsid w:val="003375FF"/>
    <w:rsid w:val="00341781"/>
    <w:rsid w:val="00342B9F"/>
    <w:rsid w:val="00342D83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D71A1"/>
    <w:rsid w:val="003E0055"/>
    <w:rsid w:val="003E022F"/>
    <w:rsid w:val="003E149A"/>
    <w:rsid w:val="003E240D"/>
    <w:rsid w:val="003F38CF"/>
    <w:rsid w:val="003F3F87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2677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2B87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3CD"/>
    <w:rsid w:val="005E4FA9"/>
    <w:rsid w:val="005E7D15"/>
    <w:rsid w:val="005F18DA"/>
    <w:rsid w:val="005F5F37"/>
    <w:rsid w:val="005F688C"/>
    <w:rsid w:val="00602691"/>
    <w:rsid w:val="00603768"/>
    <w:rsid w:val="00604EEC"/>
    <w:rsid w:val="00605C7D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11F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5D07"/>
    <w:rsid w:val="006B6331"/>
    <w:rsid w:val="006C0EE1"/>
    <w:rsid w:val="006C0FCB"/>
    <w:rsid w:val="006C7B19"/>
    <w:rsid w:val="006D122A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4127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859"/>
    <w:rsid w:val="00777F6E"/>
    <w:rsid w:val="00785436"/>
    <w:rsid w:val="00791A6B"/>
    <w:rsid w:val="00792EFD"/>
    <w:rsid w:val="00797007"/>
    <w:rsid w:val="00797CC2"/>
    <w:rsid w:val="00797E46"/>
    <w:rsid w:val="007A0FC4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2863"/>
    <w:rsid w:val="008053D0"/>
    <w:rsid w:val="0081047E"/>
    <w:rsid w:val="0081356A"/>
    <w:rsid w:val="0081484D"/>
    <w:rsid w:val="008205F8"/>
    <w:rsid w:val="00823E62"/>
    <w:rsid w:val="00823FF8"/>
    <w:rsid w:val="00832A37"/>
    <w:rsid w:val="0083669D"/>
    <w:rsid w:val="008378DB"/>
    <w:rsid w:val="008426E7"/>
    <w:rsid w:val="00844AC2"/>
    <w:rsid w:val="008456B4"/>
    <w:rsid w:val="00850934"/>
    <w:rsid w:val="00851C32"/>
    <w:rsid w:val="00851E05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207B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679CA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4628"/>
    <w:rsid w:val="009A4C5C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4A48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32F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4C7A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8C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00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3D7A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193E"/>
    <w:rsid w:val="00D6437F"/>
    <w:rsid w:val="00D6744A"/>
    <w:rsid w:val="00D7173C"/>
    <w:rsid w:val="00D72698"/>
    <w:rsid w:val="00D73F7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A7D10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0E2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6DF2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07E49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665"/>
    <w:rsid w:val="00F848C0"/>
    <w:rsid w:val="00F84B09"/>
    <w:rsid w:val="00F86009"/>
    <w:rsid w:val="00F86A6E"/>
    <w:rsid w:val="00F87705"/>
    <w:rsid w:val="00F903FF"/>
    <w:rsid w:val="00F90DAD"/>
    <w:rsid w:val="00F94EF8"/>
    <w:rsid w:val="00F960EB"/>
    <w:rsid w:val="00F964A1"/>
    <w:rsid w:val="00F96C25"/>
    <w:rsid w:val="00FA299D"/>
    <w:rsid w:val="00FA51F1"/>
    <w:rsid w:val="00FA679E"/>
    <w:rsid w:val="00FB001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,"/>
  <w14:docId w14:val="05ADB1B0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7" ma:contentTypeDescription="Create a new document." ma:contentTypeScope="" ma:versionID="867ca77d3b28a1987342c2f20a6d9256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d5685163a8c74d0e7c22abe927915db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676C60-A8B3-4CF4-9D46-822801D83DA0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a2313ea8-4521-49e8-b6bb-ca19bded6e88"/>
    <ds:schemaRef ds:uri="http://schemas.openxmlformats.org/package/2006/metadata/core-properties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1729301-9094-49E4-BB52-F62DE09B60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E1DBDA-6E94-4E2E-B0FE-21ADA54F6CD7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3</Pages>
  <Words>614</Words>
  <Characters>2930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2012-01-13T10:23:00Z</cp:lastPrinted>
  <dcterms:created xsi:type="dcterms:W3CDTF">2025-02-10T10:31:00Z</dcterms:created>
  <dcterms:modified xsi:type="dcterms:W3CDTF">2025-02-10T10:31:00Z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